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17C" w:rsidRPr="00F67857" w:rsidRDefault="00FF266A" w:rsidP="0024417C">
      <w:pPr>
        <w:tabs>
          <w:tab w:val="left" w:pos="0"/>
          <w:tab w:val="left" w:pos="10490"/>
          <w:tab w:val="left" w:pos="10773"/>
          <w:tab w:val="left" w:pos="10915"/>
        </w:tabs>
        <w:spacing w:line="288" w:lineRule="auto"/>
        <w:outlineLvl w:val="0"/>
        <w:rPr>
          <w:rFonts w:ascii="Futura Std Book" w:hAnsi="Futura Std Book" w:cs="Arial"/>
          <w:b w:val="0"/>
          <w:sz w:val="20"/>
          <w:lang w:val="fr-FR"/>
        </w:rPr>
      </w:pPr>
      <w:r w:rsidRPr="00F67857">
        <w:rPr>
          <w:rFonts w:ascii="Futura Std Book" w:hAnsi="Futura Std Book" w:cs="Arial"/>
          <w:b w:val="0"/>
          <w:sz w:val="20"/>
          <w:lang w:val="fr-FR"/>
        </w:rPr>
        <w:t xml:space="preserve">Dürmentingen, </w:t>
      </w:r>
      <w:r w:rsidR="003F15AA">
        <w:rPr>
          <w:rFonts w:ascii="Futura Std Book" w:hAnsi="Futura Std Book" w:cs="Arial"/>
          <w:b w:val="0"/>
          <w:sz w:val="20"/>
          <w:lang w:val="fr-FR"/>
        </w:rPr>
        <w:t>19</w:t>
      </w:r>
      <w:r w:rsidRPr="00F67857">
        <w:rPr>
          <w:rFonts w:ascii="Futura Std Book" w:hAnsi="Futura Std Book" w:cs="Arial"/>
          <w:b w:val="0"/>
          <w:sz w:val="20"/>
          <w:lang w:val="fr-FR"/>
        </w:rPr>
        <w:t>.</w:t>
      </w:r>
      <w:r w:rsidR="003F15AA">
        <w:rPr>
          <w:rFonts w:ascii="Futura Std Book" w:hAnsi="Futura Std Book" w:cs="Arial"/>
          <w:b w:val="0"/>
          <w:sz w:val="20"/>
          <w:lang w:val="fr-FR"/>
        </w:rPr>
        <w:t>06</w:t>
      </w:r>
      <w:r w:rsidRPr="00F67857">
        <w:rPr>
          <w:rFonts w:ascii="Futura Std Book" w:hAnsi="Futura Std Book" w:cs="Arial"/>
          <w:b w:val="0"/>
          <w:sz w:val="20"/>
          <w:lang w:val="fr-FR"/>
        </w:rPr>
        <w:t>.201</w:t>
      </w:r>
      <w:r w:rsidR="003F15AA">
        <w:rPr>
          <w:rFonts w:ascii="Futura Std Book" w:hAnsi="Futura Std Book" w:cs="Arial"/>
          <w:b w:val="0"/>
          <w:sz w:val="20"/>
          <w:lang w:val="fr-FR"/>
        </w:rPr>
        <w:t>8</w:t>
      </w:r>
    </w:p>
    <w:p w:rsidR="0024417C" w:rsidRPr="00F67857" w:rsidRDefault="0024417C" w:rsidP="0024417C">
      <w:pPr>
        <w:tabs>
          <w:tab w:val="left" w:pos="0"/>
          <w:tab w:val="left" w:pos="10490"/>
          <w:tab w:val="left" w:pos="10773"/>
          <w:tab w:val="left" w:pos="10915"/>
        </w:tabs>
        <w:spacing w:line="288" w:lineRule="auto"/>
        <w:rPr>
          <w:rFonts w:ascii="Futura Std Book" w:hAnsi="Futura Std Book" w:cs="Arial"/>
          <w:sz w:val="20"/>
          <w:lang w:val="fr-FR"/>
        </w:rPr>
      </w:pPr>
    </w:p>
    <w:p w:rsidR="0024417C" w:rsidRPr="00F67857" w:rsidRDefault="0024417C" w:rsidP="0024417C">
      <w:pPr>
        <w:tabs>
          <w:tab w:val="left" w:pos="0"/>
          <w:tab w:val="left" w:pos="10490"/>
          <w:tab w:val="left" w:pos="10773"/>
          <w:tab w:val="left" w:pos="10915"/>
        </w:tabs>
        <w:spacing w:line="288" w:lineRule="auto"/>
        <w:rPr>
          <w:rFonts w:ascii="Futura Std Book" w:hAnsi="Futura Std Book" w:cs="Arial"/>
          <w:sz w:val="20"/>
          <w:lang w:val="fr-FR"/>
        </w:rPr>
      </w:pPr>
    </w:p>
    <w:p w:rsidR="00543F0B" w:rsidRPr="00F67857" w:rsidRDefault="00B73107" w:rsidP="00B73107">
      <w:pPr>
        <w:tabs>
          <w:tab w:val="left" w:pos="0"/>
          <w:tab w:val="left" w:pos="10490"/>
          <w:tab w:val="left" w:pos="10773"/>
          <w:tab w:val="left" w:pos="10915"/>
        </w:tabs>
        <w:spacing w:line="288" w:lineRule="auto"/>
        <w:ind w:right="1134"/>
        <w:outlineLvl w:val="0"/>
        <w:rPr>
          <w:rFonts w:ascii="Futura Std Book" w:hAnsi="Futura Std Book" w:cs="Arial"/>
          <w:sz w:val="24"/>
          <w:szCs w:val="24"/>
          <w:lang w:val="fr-FR"/>
        </w:rPr>
      </w:pPr>
      <w:r w:rsidRPr="00F67857">
        <w:rPr>
          <w:rFonts w:ascii="Futura Std Book" w:hAnsi="Futura Std Book" w:cs="Arial"/>
          <w:sz w:val="24"/>
          <w:szCs w:val="24"/>
          <w:lang w:val="fr-FR"/>
        </w:rPr>
        <w:t>La nouvelle série d'appareils de commande Rondex-Juwel® unit la fonctionnalité maximale avec un design élégant</w:t>
      </w:r>
    </w:p>
    <w:p w:rsidR="00543F0B" w:rsidRPr="00F67857" w:rsidRDefault="00543F0B" w:rsidP="00B73107">
      <w:pPr>
        <w:tabs>
          <w:tab w:val="left" w:pos="0"/>
          <w:tab w:val="left" w:pos="10490"/>
          <w:tab w:val="left" w:pos="10773"/>
          <w:tab w:val="left" w:pos="10915"/>
        </w:tabs>
        <w:spacing w:line="288" w:lineRule="auto"/>
        <w:ind w:right="1134"/>
        <w:outlineLvl w:val="0"/>
        <w:rPr>
          <w:rFonts w:ascii="Futura Std Book" w:hAnsi="Futura Std Book" w:cs="Arial"/>
          <w:sz w:val="24"/>
          <w:szCs w:val="24"/>
          <w:lang w:val="fr-FR"/>
        </w:rPr>
      </w:pPr>
    </w:p>
    <w:p w:rsidR="00630573" w:rsidRPr="00F67857" w:rsidRDefault="00AC040F" w:rsidP="00251C70">
      <w:pPr>
        <w:rPr>
          <w:rFonts w:ascii="Futura Std Book" w:hAnsi="Futura Std Book" w:cs="Arial"/>
          <w:sz w:val="20"/>
          <w:lang w:val="fr-FR"/>
        </w:rPr>
      </w:pPr>
      <w:r w:rsidRPr="00F67857">
        <w:rPr>
          <w:rFonts w:ascii="Futura Std Book" w:hAnsi="Futura Std Book" w:cs="Arial"/>
          <w:sz w:val="20"/>
          <w:lang w:val="fr-FR"/>
        </w:rPr>
        <w:t xml:space="preserve">Avec la nouvelle série d'appareils de commande Rondex-Juwel® Georg Schlegel GmbH &amp; Co. KG mélange la fonction et le design de façon remarquable. Cela est aussi confirmé par la distinction </w:t>
      </w:r>
      <w:r w:rsidRPr="00F67857">
        <w:rPr>
          <w:rFonts w:ascii="Futura Std Book" w:hAnsi="Futura Std Book" w:cs="Calibri"/>
          <w:sz w:val="20"/>
          <w:lang w:val="fr-FR"/>
        </w:rPr>
        <w:t>Red Dot Award: Product Design 2018, que Schlege a reçu pour sa série Rondex-R</w:t>
      </w:r>
      <w:r w:rsidRPr="00F67857">
        <w:rPr>
          <w:rFonts w:ascii="Futura Std Book" w:hAnsi="Futura Std Book" w:cs="Arial"/>
          <w:sz w:val="20"/>
          <w:lang w:val="fr-FR"/>
        </w:rPr>
        <w:t>-Juwel®.</w:t>
      </w:r>
    </w:p>
    <w:p w:rsidR="00083EAB" w:rsidRPr="00F67857" w:rsidRDefault="00251C70" w:rsidP="00251C70">
      <w:pPr>
        <w:rPr>
          <w:rFonts w:ascii="Futura Std Book" w:hAnsi="Futura Std Book" w:cs="Arial"/>
          <w:sz w:val="20"/>
          <w:lang w:val="fr-FR"/>
        </w:rPr>
      </w:pPr>
      <w:r w:rsidRPr="00F67857">
        <w:rPr>
          <w:rFonts w:ascii="Futura Std Book" w:hAnsi="Futura Std Book" w:cs="Arial"/>
          <w:sz w:val="20"/>
          <w:lang w:val="fr-FR"/>
        </w:rPr>
        <w:t>Le design ultra-plat et moderne d'une hauteur de collerette de 2 mm seulement et la surface noble en couleurs anthracite et argentée ne laisse presque rien à désirer en ce qui concerne l'élegance et l'esthétique. Pour compléter l'exclusivité, il y a aussi une version particulièrement attrayante en acier inox.</w:t>
      </w:r>
    </w:p>
    <w:p w:rsidR="00B152EE" w:rsidRPr="00630573" w:rsidRDefault="002D7F1B" w:rsidP="00251C70">
      <w:pPr>
        <w:rPr>
          <w:rFonts w:ascii="Futura Std Book" w:hAnsi="Futura Std Book" w:cs="Arial"/>
          <w:sz w:val="20"/>
        </w:rPr>
      </w:pPr>
      <w:r w:rsidRPr="00F67857">
        <w:rPr>
          <w:rFonts w:ascii="Futura Std Book" w:hAnsi="Futura Std Book" w:cs="Arial"/>
          <w:sz w:val="20"/>
          <w:lang w:val="fr-FR"/>
        </w:rPr>
        <w:t xml:space="preserve">Les boutons donnent un aspect unique et attrayante par exemple pour des cabines de pilotages des véhicules et yachts, pupitres de commandes dans des ascenseurs ou pour des panneaux de commandes des machines et installations. En même temps, la série Rondex-Juwel® est synonyme pour une fonctionnalité et qualité plus haute. La construction sophistiquée et robuste garantit une longue durée de vie et un fonctionnement optimal des exigences différentes. En plus, les versions illuminées persuadent par leur excellent éclairage des surfaces. Un autre avantage: La série Rondex-Juwel® est conçue pour l'application dans des hautes tensions de commutation de jusqu'à 440 V ainsi que pour des courants très fiables de quelques mA seulement. </w:t>
      </w:r>
      <w:r>
        <w:rPr>
          <w:rFonts w:ascii="Futura Std Book" w:hAnsi="Futura Std Book" w:cs="Arial"/>
          <w:sz w:val="20"/>
        </w:rPr>
        <w:t>Par cela, elle permit un large éventail des applications.</w:t>
      </w:r>
    </w:p>
    <w:p w:rsidR="00D03287" w:rsidRPr="00F67857" w:rsidRDefault="00C808C9" w:rsidP="00251C70">
      <w:pPr>
        <w:rPr>
          <w:rFonts w:ascii="Futura Std Book" w:hAnsi="Futura Std Book" w:cs="Arial"/>
          <w:sz w:val="20"/>
          <w:lang w:val="fr-FR"/>
        </w:rPr>
      </w:pPr>
      <w:r w:rsidRPr="00F67857">
        <w:rPr>
          <w:rFonts w:ascii="Futura Std Book" w:hAnsi="Futura Std Book" w:cs="Arial"/>
          <w:sz w:val="20"/>
          <w:lang w:val="fr-FR"/>
        </w:rPr>
        <w:t>Le design s'harmonise avec les boutons de la série Rontron</w:t>
      </w:r>
      <w:r w:rsidR="00F67857" w:rsidRPr="00F67857">
        <w:rPr>
          <w:rFonts w:ascii="Futura Std Book" w:hAnsi="Futura Std Book" w:cs="Arial"/>
          <w:sz w:val="20"/>
          <w:lang w:val="fr-FR"/>
        </w:rPr>
        <w:t>-</w:t>
      </w:r>
      <w:r w:rsidRPr="00F67857">
        <w:rPr>
          <w:rFonts w:ascii="Futura Std Book" w:hAnsi="Futura Std Book" w:cs="Arial"/>
          <w:sz w:val="20"/>
          <w:lang w:val="fr-FR"/>
        </w:rPr>
        <w:t xml:space="preserve">R-Juwel éprouvée et une multitude de combinaisons différentes est possible. </w:t>
      </w:r>
    </w:p>
    <w:p w:rsidR="00D03287" w:rsidRPr="00F67857" w:rsidRDefault="00D03287" w:rsidP="00B73107">
      <w:pPr>
        <w:tabs>
          <w:tab w:val="left" w:pos="0"/>
          <w:tab w:val="left" w:pos="10490"/>
          <w:tab w:val="left" w:pos="10773"/>
          <w:tab w:val="left" w:pos="10915"/>
        </w:tabs>
        <w:spacing w:line="288" w:lineRule="auto"/>
        <w:ind w:right="1134"/>
        <w:outlineLvl w:val="0"/>
        <w:rPr>
          <w:rFonts w:ascii="Futura Std Book" w:hAnsi="Futura Std Book" w:cs="Arial"/>
          <w:sz w:val="20"/>
          <w:lang w:val="fr-FR"/>
        </w:rPr>
      </w:pPr>
    </w:p>
    <w:p w:rsidR="00BD154E" w:rsidRPr="00F67857" w:rsidRDefault="00504894" w:rsidP="00B73107">
      <w:pPr>
        <w:tabs>
          <w:tab w:val="left" w:pos="0"/>
          <w:tab w:val="left" w:pos="10490"/>
          <w:tab w:val="left" w:pos="10773"/>
          <w:tab w:val="left" w:pos="10915"/>
        </w:tabs>
        <w:spacing w:line="288" w:lineRule="auto"/>
        <w:ind w:right="1134"/>
        <w:outlineLvl w:val="0"/>
        <w:rPr>
          <w:rFonts w:ascii="Futura Std Book" w:hAnsi="Futura Std Book" w:cs="Arial"/>
          <w:b w:val="0"/>
          <w:sz w:val="20"/>
          <w:lang w:val="fr-FR"/>
        </w:rPr>
      </w:pPr>
      <w:r w:rsidRPr="00F67857">
        <w:rPr>
          <w:rFonts w:ascii="Futura Std Book" w:hAnsi="Futura Std Book" w:cs="Arial"/>
          <w:b w:val="0"/>
          <w:sz w:val="20"/>
          <w:lang w:val="fr-FR"/>
        </w:rPr>
        <w:t xml:space="preserve">Les appareils de commande de la série Rondex-Juwel® sont disponibles en des variantes nombreuses et pour presque toutes les demandes des clients. La gamme comprend par example des boutons-poussoirs illuminés et non-illuminés ainsi que des versions avec bague illuminée. En outre, il y a des boutons tournants maniables (aussi disponible en version illuminée), commutateurs à clé, buzzers, ainsi qu'un adapteur WiFi à USB, une antenne WiFi, des voyants avec cabochons en différentes couleurs et une large gamme d'accessoires. Grâce à la compatibilité il est aussi possible d'utiliser toutes les traversées de cloison (USB, RJ-45 etc.) de la série Rontron-R-Juwel. Sur demande du client une inscription supplémentaire avec une porte-étiquette extérieur peut être réalisée – les étiquettes dans les boutons peuvent être remplacées facilement par l'avant. Schlegel offre pour cette gamme des blocs de contacts convenables pour raccordement à vis, push-in, cage-clamp et pour la technologie radio sans pile. La découpe de montage pour la gamme Rondex-Juwel® est Ø 22,3 mm, les dimensions profondeur utile sont entre 49,5 mm et 68,5 mm (73,5 mm technologie radio, 74,5 mm AS Interface), dépendant du bloc de contact utilisé. </w:t>
      </w:r>
    </w:p>
    <w:p w:rsidR="00B73107" w:rsidRPr="00F67857" w:rsidRDefault="00B73107" w:rsidP="0024417C">
      <w:pPr>
        <w:spacing w:line="288" w:lineRule="auto"/>
        <w:outlineLvl w:val="0"/>
        <w:rPr>
          <w:rFonts w:ascii="Futura Std Book" w:hAnsi="Futura Std Book" w:cs="Arial"/>
          <w:bCs/>
          <w:sz w:val="20"/>
          <w:u w:val="single"/>
          <w:lang w:val="fr-FR"/>
        </w:rPr>
      </w:pPr>
    </w:p>
    <w:p w:rsidR="000400DB" w:rsidRPr="00F67857" w:rsidRDefault="000400DB" w:rsidP="0024417C">
      <w:pPr>
        <w:spacing w:line="288" w:lineRule="auto"/>
        <w:outlineLvl w:val="0"/>
        <w:rPr>
          <w:rFonts w:ascii="Futura Std Book" w:hAnsi="Futura Std Book" w:cs="Arial"/>
          <w:bCs/>
          <w:sz w:val="20"/>
          <w:u w:val="single"/>
          <w:lang w:val="fr-FR"/>
        </w:rPr>
      </w:pPr>
    </w:p>
    <w:p w:rsidR="000400DB" w:rsidRPr="00F67857" w:rsidRDefault="000400DB" w:rsidP="0024417C">
      <w:pPr>
        <w:spacing w:line="288" w:lineRule="auto"/>
        <w:outlineLvl w:val="0"/>
        <w:rPr>
          <w:rFonts w:ascii="Futura Std Book" w:hAnsi="Futura Std Book" w:cs="Arial"/>
          <w:bCs/>
          <w:sz w:val="20"/>
          <w:u w:val="single"/>
          <w:lang w:val="fr-FR"/>
        </w:rPr>
      </w:pPr>
    </w:p>
    <w:p w:rsidR="000400DB" w:rsidRPr="00F67857" w:rsidRDefault="000400DB" w:rsidP="0024417C">
      <w:pPr>
        <w:spacing w:line="288" w:lineRule="auto"/>
        <w:outlineLvl w:val="0"/>
        <w:rPr>
          <w:rFonts w:ascii="Futura Std Book" w:hAnsi="Futura Std Book" w:cs="Arial"/>
          <w:bCs/>
          <w:sz w:val="20"/>
          <w:u w:val="single"/>
          <w:lang w:val="fr-FR"/>
        </w:rPr>
      </w:pPr>
    </w:p>
    <w:p w:rsidR="0024417C" w:rsidRPr="00630573" w:rsidRDefault="0024417C" w:rsidP="0024417C">
      <w:pPr>
        <w:spacing w:line="288" w:lineRule="auto"/>
        <w:outlineLvl w:val="0"/>
        <w:rPr>
          <w:rFonts w:ascii="Futura Std Book" w:hAnsi="Futura Std Book" w:cs="Arial"/>
          <w:bCs/>
          <w:sz w:val="20"/>
          <w:u w:val="single"/>
        </w:rPr>
      </w:pPr>
      <w:r>
        <w:rPr>
          <w:rFonts w:ascii="Futura Std Book" w:hAnsi="Futura Std Book" w:cs="Arial"/>
          <w:bCs/>
          <w:sz w:val="20"/>
          <w:u w:val="single"/>
        </w:rPr>
        <w:t>Photo</w:t>
      </w:r>
    </w:p>
    <w:p w:rsidR="00B73107" w:rsidRPr="00630573" w:rsidRDefault="00B73107" w:rsidP="0024417C">
      <w:pPr>
        <w:spacing w:line="288" w:lineRule="auto"/>
        <w:outlineLvl w:val="0"/>
        <w:rPr>
          <w:rFonts w:ascii="Futura Std Book" w:hAnsi="Futura Std Book" w:cs="Arial"/>
          <w:bCs/>
          <w:sz w:val="20"/>
          <w:u w:val="single"/>
        </w:rPr>
      </w:pPr>
    </w:p>
    <w:tbl>
      <w:tblPr>
        <w:tblStyle w:val="Tabellenraster"/>
        <w:tblW w:w="0" w:type="auto"/>
        <w:tblLook w:val="04A0" w:firstRow="1" w:lastRow="0" w:firstColumn="1" w:lastColumn="0" w:noHBand="0" w:noVBand="1"/>
      </w:tblPr>
      <w:tblGrid>
        <w:gridCol w:w="5736"/>
      </w:tblGrid>
      <w:tr w:rsidR="000C5870" w:rsidRPr="00630573" w:rsidTr="007C6FAF">
        <w:tc>
          <w:tcPr>
            <w:tcW w:w="4976" w:type="dxa"/>
          </w:tcPr>
          <w:p w:rsidR="00F56135" w:rsidRPr="00630573" w:rsidRDefault="00A36780" w:rsidP="007C6FAF">
            <w:pPr>
              <w:spacing w:line="288" w:lineRule="auto"/>
              <w:outlineLvl w:val="0"/>
              <w:rPr>
                <w:rFonts w:ascii="Futura Std Book" w:hAnsi="Futura Std Book" w:cs="Arial"/>
                <w:bCs/>
                <w:sz w:val="20"/>
              </w:rPr>
            </w:pPr>
            <w:bookmarkStart w:id="0" w:name="_GoBack"/>
            <w:r>
              <w:rPr>
                <w:rFonts w:ascii="Futura Std Book" w:hAnsi="Futura Std Book" w:cs="Arial"/>
                <w:bCs/>
                <w:noProof/>
                <w:sz w:val="20"/>
              </w:rPr>
              <w:drawing>
                <wp:inline distT="0" distB="0" distL="0" distR="0">
                  <wp:extent cx="3500651" cy="2334539"/>
                  <wp:effectExtent l="0" t="0" r="508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Rondex-Juwe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04278" cy="2336957"/>
                          </a:xfrm>
                          <a:prstGeom prst="rect">
                            <a:avLst/>
                          </a:prstGeom>
                        </pic:spPr>
                      </pic:pic>
                    </a:graphicData>
                  </a:graphic>
                </wp:inline>
              </w:drawing>
            </w:r>
            <w:bookmarkEnd w:id="0"/>
          </w:p>
        </w:tc>
      </w:tr>
      <w:tr w:rsidR="0024417C" w:rsidRPr="00F67857" w:rsidTr="007C6FAF">
        <w:tc>
          <w:tcPr>
            <w:tcW w:w="4976" w:type="dxa"/>
          </w:tcPr>
          <w:p w:rsidR="0024417C" w:rsidRPr="00F67857" w:rsidRDefault="00F56135" w:rsidP="00F56135">
            <w:pPr>
              <w:spacing w:line="288" w:lineRule="auto"/>
              <w:outlineLvl w:val="0"/>
              <w:rPr>
                <w:rFonts w:ascii="Futura Std Book" w:hAnsi="Futura Std Book" w:cs="Arial"/>
                <w:b w:val="0"/>
                <w:bCs/>
                <w:szCs w:val="18"/>
                <w:lang w:val="fr-FR"/>
              </w:rPr>
            </w:pPr>
            <w:r w:rsidRPr="00F67857">
              <w:rPr>
                <w:rFonts w:ascii="Futura Std Book" w:hAnsi="Futura Std Book" w:cs="Arial"/>
                <w:b w:val="0"/>
                <w:bCs/>
                <w:szCs w:val="18"/>
                <w:lang w:val="fr-FR"/>
              </w:rPr>
              <w:t xml:space="preserve">Les nouveaux boutons Rondex-Juwel® répondent à des exigences plus haute en ce qui concerne l'esthétique, la fonctionnalité et la flexibilité. </w:t>
            </w:r>
          </w:p>
        </w:tc>
      </w:tr>
    </w:tbl>
    <w:p w:rsidR="00FD3E07" w:rsidRPr="00F67857" w:rsidRDefault="00FD3E07" w:rsidP="0024417C">
      <w:pPr>
        <w:spacing w:line="288" w:lineRule="auto"/>
        <w:rPr>
          <w:rFonts w:ascii="Futura Std Book" w:hAnsi="Futura Std Book" w:cs="Arial"/>
          <w:bCs/>
          <w:sz w:val="20"/>
          <w:u w:val="single"/>
          <w:lang w:val="fr-FR"/>
        </w:rPr>
      </w:pPr>
    </w:p>
    <w:p w:rsidR="0024417C" w:rsidRPr="00F67857" w:rsidRDefault="0024417C" w:rsidP="0024417C">
      <w:pPr>
        <w:spacing w:line="288" w:lineRule="auto"/>
        <w:outlineLvl w:val="0"/>
        <w:rPr>
          <w:rFonts w:ascii="Futura Std Book" w:hAnsi="Futura Std Book" w:cs="Arial"/>
          <w:bCs/>
          <w:sz w:val="20"/>
          <w:u w:val="single"/>
          <w:lang w:val="fr-FR"/>
        </w:rPr>
      </w:pPr>
      <w:r w:rsidRPr="00F67857">
        <w:rPr>
          <w:rFonts w:ascii="Futura Std Book" w:hAnsi="Futura Std Book" w:cs="Arial"/>
          <w:bCs/>
          <w:sz w:val="20"/>
          <w:u w:val="single"/>
          <w:lang w:val="fr-FR"/>
        </w:rPr>
        <w:t>Données de contact:</w:t>
      </w:r>
    </w:p>
    <w:p w:rsidR="0024417C" w:rsidRPr="00630573" w:rsidRDefault="0024417C" w:rsidP="0024417C">
      <w:pPr>
        <w:spacing w:line="288" w:lineRule="auto"/>
        <w:rPr>
          <w:rFonts w:ascii="Futura Std Book" w:hAnsi="Futura Std Book" w:cs="Arial"/>
          <w:b w:val="0"/>
          <w:sz w:val="20"/>
        </w:rPr>
      </w:pPr>
      <w:r w:rsidRPr="00F67857">
        <w:rPr>
          <w:rFonts w:ascii="Futura Std Book" w:hAnsi="Futura Std Book" w:cs="Arial"/>
          <w:b w:val="0"/>
          <w:sz w:val="20"/>
          <w:lang w:val="fr-FR"/>
        </w:rPr>
        <w:t xml:space="preserve">Georg Schlegel GmbH &amp; Co. </w:t>
      </w:r>
      <w:r>
        <w:rPr>
          <w:rFonts w:ascii="Futura Std Book" w:hAnsi="Futura Std Book" w:cs="Arial"/>
          <w:b w:val="0"/>
          <w:sz w:val="20"/>
        </w:rPr>
        <w:t>KG</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Wolfgang Zoll</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Kapellenweg 4</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88525 Dürmentingen</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téléphone +49 (7371) 502-0</w:t>
      </w:r>
    </w:p>
    <w:p w:rsidR="0024417C" w:rsidRPr="00F67857" w:rsidRDefault="0024417C" w:rsidP="0024417C">
      <w:pPr>
        <w:spacing w:line="288" w:lineRule="auto"/>
        <w:rPr>
          <w:rFonts w:ascii="Futura Std Book" w:hAnsi="Futura Std Book" w:cs="Arial"/>
          <w:b w:val="0"/>
          <w:sz w:val="20"/>
          <w:lang w:val="fr-FR"/>
        </w:rPr>
      </w:pPr>
      <w:r w:rsidRPr="00F67857">
        <w:rPr>
          <w:rFonts w:ascii="Futura Std Book" w:hAnsi="Futura Std Book" w:cs="Arial"/>
          <w:b w:val="0"/>
          <w:sz w:val="20"/>
          <w:lang w:val="fr-FR"/>
        </w:rPr>
        <w:t>télécopie +49 (7371) 502 13</w:t>
      </w:r>
    </w:p>
    <w:p w:rsidR="0024417C" w:rsidRPr="00F67857" w:rsidRDefault="0024417C" w:rsidP="0024417C">
      <w:pPr>
        <w:spacing w:line="288" w:lineRule="auto"/>
        <w:rPr>
          <w:rFonts w:ascii="Futura Std Book" w:hAnsi="Futura Std Book" w:cs="Arial"/>
          <w:b w:val="0"/>
          <w:sz w:val="20"/>
          <w:lang w:val="fr-FR"/>
        </w:rPr>
      </w:pPr>
      <w:r w:rsidRPr="00F67857">
        <w:rPr>
          <w:rFonts w:ascii="Futura Std Book" w:hAnsi="Futura Std Book" w:cs="Arial"/>
          <w:b w:val="0"/>
          <w:sz w:val="20"/>
          <w:lang w:val="fr-FR"/>
        </w:rPr>
        <w:t>http://www.schlegel.biz</w:t>
      </w:r>
    </w:p>
    <w:p w:rsidR="0024417C" w:rsidRPr="00F67857" w:rsidRDefault="0024417C" w:rsidP="0024417C">
      <w:pPr>
        <w:spacing w:line="288" w:lineRule="auto"/>
        <w:rPr>
          <w:rFonts w:ascii="Futura Std Book" w:hAnsi="Futura Std Book" w:cs="Arial"/>
          <w:b w:val="0"/>
          <w:sz w:val="20"/>
          <w:lang w:val="fr-FR"/>
        </w:rPr>
      </w:pPr>
      <w:r w:rsidRPr="00F67857">
        <w:rPr>
          <w:rFonts w:ascii="Futura Std Book" w:hAnsi="Futura Std Book" w:cs="Arial"/>
          <w:b w:val="0"/>
          <w:sz w:val="20"/>
          <w:lang w:val="fr-FR"/>
        </w:rPr>
        <w:t>vertrieb@schlegel.biz</w:t>
      </w:r>
    </w:p>
    <w:p w:rsidR="0024417C" w:rsidRPr="00F67857" w:rsidRDefault="0024417C" w:rsidP="0024417C">
      <w:pPr>
        <w:spacing w:line="288" w:lineRule="auto"/>
        <w:ind w:left="1418"/>
        <w:rPr>
          <w:rFonts w:ascii="Futura Std Book" w:hAnsi="Futura Std Book" w:cs="Arial"/>
          <w:b w:val="0"/>
          <w:bCs/>
          <w:sz w:val="20"/>
          <w:lang w:val="fr-FR"/>
        </w:rPr>
      </w:pPr>
    </w:p>
    <w:p w:rsidR="0024417C" w:rsidRPr="00F67857" w:rsidRDefault="0024417C" w:rsidP="0024417C">
      <w:pPr>
        <w:spacing w:line="288" w:lineRule="auto"/>
        <w:outlineLvl w:val="0"/>
        <w:rPr>
          <w:rFonts w:ascii="Futura Std Book" w:hAnsi="Futura Std Book" w:cs="Arial"/>
          <w:bCs/>
          <w:sz w:val="20"/>
          <w:u w:val="single"/>
          <w:lang w:val="en-US"/>
        </w:rPr>
      </w:pPr>
      <w:r w:rsidRPr="00F67857">
        <w:rPr>
          <w:rFonts w:ascii="Futura Std Book" w:hAnsi="Futura Std Book" w:cs="Arial"/>
          <w:bCs/>
          <w:sz w:val="20"/>
          <w:u w:val="single"/>
          <w:lang w:val="en-US"/>
        </w:rPr>
        <w:t>Contact média:</w:t>
      </w:r>
    </w:p>
    <w:p w:rsidR="0024417C" w:rsidRPr="00630573" w:rsidRDefault="0024417C" w:rsidP="0024417C">
      <w:pPr>
        <w:spacing w:line="288" w:lineRule="auto"/>
        <w:rPr>
          <w:rFonts w:ascii="Futura Std Book" w:hAnsi="Futura Std Book" w:cs="Arial"/>
          <w:b w:val="0"/>
          <w:sz w:val="20"/>
        </w:rPr>
      </w:pPr>
      <w:r w:rsidRPr="00F67857">
        <w:rPr>
          <w:rFonts w:ascii="Futura Std Book" w:hAnsi="Futura Std Book" w:cs="Arial"/>
          <w:b w:val="0"/>
          <w:sz w:val="20"/>
          <w:lang w:val="en-US"/>
        </w:rPr>
        <w:t xml:space="preserve">Georg Schlegel GmbH &amp; Co. </w:t>
      </w:r>
      <w:r>
        <w:rPr>
          <w:rFonts w:ascii="Futura Std Book" w:hAnsi="Futura Std Book" w:cs="Arial"/>
          <w:b w:val="0"/>
          <w:sz w:val="20"/>
        </w:rPr>
        <w:t>KG</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Bernd Geisinger</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Kapellenweg 4</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88525 Dürmentingen</w:t>
      </w:r>
    </w:p>
    <w:p w:rsidR="0024417C" w:rsidRPr="00630573" w:rsidRDefault="0024417C" w:rsidP="0024417C">
      <w:pPr>
        <w:spacing w:line="288" w:lineRule="auto"/>
        <w:rPr>
          <w:rFonts w:ascii="Futura Std Book" w:hAnsi="Futura Std Book" w:cs="Arial"/>
          <w:b w:val="0"/>
          <w:sz w:val="20"/>
        </w:rPr>
      </w:pPr>
      <w:r>
        <w:rPr>
          <w:rFonts w:ascii="Futura Std Book" w:hAnsi="Futura Std Book" w:cs="Arial"/>
          <w:b w:val="0"/>
          <w:sz w:val="20"/>
        </w:rPr>
        <w:t>téléphone +49 (7371) 502-0</w:t>
      </w:r>
    </w:p>
    <w:p w:rsidR="0024417C" w:rsidRPr="00F67857" w:rsidRDefault="0024417C" w:rsidP="0024417C">
      <w:pPr>
        <w:spacing w:line="288" w:lineRule="auto"/>
        <w:rPr>
          <w:rFonts w:ascii="Futura Std Book" w:hAnsi="Futura Std Book" w:cs="Arial"/>
          <w:b w:val="0"/>
          <w:sz w:val="20"/>
          <w:lang w:val="fr-FR"/>
        </w:rPr>
      </w:pPr>
      <w:r w:rsidRPr="00F67857">
        <w:rPr>
          <w:rFonts w:ascii="Futura Std Book" w:hAnsi="Futura Std Book" w:cs="Arial"/>
          <w:b w:val="0"/>
          <w:sz w:val="20"/>
          <w:lang w:val="fr-FR"/>
        </w:rPr>
        <w:t>télécopie +49 (7371) 502 49</w:t>
      </w:r>
    </w:p>
    <w:p w:rsidR="0024417C" w:rsidRPr="00F67857" w:rsidRDefault="0024417C" w:rsidP="0024417C">
      <w:pPr>
        <w:spacing w:line="288" w:lineRule="auto"/>
        <w:rPr>
          <w:rFonts w:ascii="Futura Std Book" w:hAnsi="Futura Std Book" w:cs="Arial"/>
          <w:b w:val="0"/>
          <w:sz w:val="20"/>
          <w:lang w:val="fr-FR"/>
        </w:rPr>
      </w:pPr>
      <w:r w:rsidRPr="00F67857">
        <w:rPr>
          <w:rFonts w:ascii="Futura Std Book" w:hAnsi="Futura Std Book" w:cs="Arial"/>
          <w:b w:val="0"/>
          <w:sz w:val="20"/>
          <w:lang w:val="fr-FR"/>
        </w:rPr>
        <w:t>http://www.schlegel.biz</w:t>
      </w:r>
    </w:p>
    <w:p w:rsidR="0024417C" w:rsidRPr="00F67857" w:rsidRDefault="0024417C" w:rsidP="0024417C">
      <w:pPr>
        <w:spacing w:line="288" w:lineRule="auto"/>
        <w:rPr>
          <w:rFonts w:ascii="Futura Std Book" w:hAnsi="Futura Std Book" w:cs="Arial"/>
          <w:b w:val="0"/>
          <w:sz w:val="20"/>
          <w:lang w:val="fr-FR"/>
        </w:rPr>
      </w:pPr>
      <w:r w:rsidRPr="00F67857">
        <w:rPr>
          <w:rFonts w:ascii="Futura Std Book" w:hAnsi="Futura Std Book" w:cs="Arial"/>
          <w:b w:val="0"/>
          <w:sz w:val="20"/>
          <w:lang w:val="fr-FR"/>
        </w:rPr>
        <w:t>bernd.geisinger@schlegel.biz</w:t>
      </w:r>
    </w:p>
    <w:p w:rsidR="0024417C" w:rsidRPr="00F67857" w:rsidRDefault="0024417C" w:rsidP="0024417C">
      <w:pPr>
        <w:spacing w:line="288" w:lineRule="auto"/>
        <w:ind w:left="1418"/>
        <w:rPr>
          <w:rFonts w:ascii="Futura Std Book" w:hAnsi="Futura Std Book" w:cs="Arial"/>
          <w:b w:val="0"/>
          <w:sz w:val="20"/>
          <w:lang w:val="fr-FR"/>
        </w:rPr>
      </w:pPr>
    </w:p>
    <w:p w:rsidR="0024417C" w:rsidRPr="00F67857" w:rsidRDefault="0024417C" w:rsidP="0024417C">
      <w:pPr>
        <w:pBdr>
          <w:bottom w:val="single" w:sz="6" w:space="1" w:color="auto"/>
        </w:pBdr>
        <w:tabs>
          <w:tab w:val="left" w:pos="0"/>
        </w:tabs>
        <w:spacing w:line="288" w:lineRule="auto"/>
        <w:outlineLvl w:val="0"/>
        <w:rPr>
          <w:rFonts w:ascii="Futura Std Book" w:hAnsi="Futura Std Book" w:cs="Arial"/>
          <w:sz w:val="20"/>
          <w:lang w:val="fr-FR"/>
        </w:rPr>
      </w:pPr>
      <w:r w:rsidRPr="00F67857">
        <w:rPr>
          <w:rFonts w:ascii="Futura Std Book" w:hAnsi="Futura Std Book" w:cs="Arial"/>
          <w:b w:val="0"/>
          <w:sz w:val="20"/>
          <w:lang w:val="fr-FR"/>
        </w:rPr>
        <w:t>Pour la publication, gratuitement. Exemplaire justificatif ou indication demandée.</w:t>
      </w:r>
    </w:p>
    <w:p w:rsidR="0024417C" w:rsidRPr="00F67857" w:rsidRDefault="0024417C" w:rsidP="0024417C">
      <w:pPr>
        <w:pBdr>
          <w:bottom w:val="single" w:sz="6" w:space="1" w:color="auto"/>
        </w:pBdr>
        <w:tabs>
          <w:tab w:val="left" w:pos="0"/>
        </w:tabs>
        <w:spacing w:line="288" w:lineRule="auto"/>
        <w:rPr>
          <w:rFonts w:ascii="Futura Std Book" w:hAnsi="Futura Std Book" w:cs="Arial"/>
          <w:sz w:val="20"/>
          <w:lang w:val="fr-FR"/>
        </w:rPr>
      </w:pPr>
    </w:p>
    <w:p w:rsidR="0024417C" w:rsidRPr="00F67857" w:rsidRDefault="0024417C" w:rsidP="0024417C">
      <w:pPr>
        <w:pBdr>
          <w:bottom w:val="single" w:sz="6" w:space="1" w:color="auto"/>
        </w:pBdr>
        <w:tabs>
          <w:tab w:val="left" w:pos="0"/>
        </w:tabs>
        <w:spacing w:line="288" w:lineRule="auto"/>
        <w:rPr>
          <w:rFonts w:ascii="Futura Std Book" w:hAnsi="Futura Std Book" w:cs="Arial"/>
          <w:sz w:val="20"/>
          <w:lang w:val="fr-FR"/>
        </w:rPr>
      </w:pPr>
    </w:p>
    <w:p w:rsidR="0024417C" w:rsidRPr="00F67857" w:rsidRDefault="0024417C" w:rsidP="0024417C">
      <w:pPr>
        <w:tabs>
          <w:tab w:val="left" w:pos="0"/>
        </w:tabs>
        <w:spacing w:line="288" w:lineRule="auto"/>
        <w:rPr>
          <w:rFonts w:ascii="Futura Std Book" w:hAnsi="Futura Std Book" w:cs="Arial"/>
          <w:sz w:val="20"/>
          <w:lang w:val="fr-FR"/>
        </w:rPr>
      </w:pPr>
    </w:p>
    <w:p w:rsidR="0024417C" w:rsidRPr="00F67857" w:rsidRDefault="0024417C" w:rsidP="0024417C">
      <w:pPr>
        <w:tabs>
          <w:tab w:val="left" w:pos="0"/>
        </w:tabs>
        <w:spacing w:line="288" w:lineRule="auto"/>
        <w:rPr>
          <w:rFonts w:ascii="Futura Std Book" w:hAnsi="Futura Std Book" w:cs="Arial"/>
          <w:b w:val="0"/>
          <w:sz w:val="20"/>
          <w:lang w:val="fr-FR"/>
        </w:rPr>
      </w:pPr>
      <w:r w:rsidRPr="00F67857">
        <w:rPr>
          <w:rFonts w:ascii="Futura Std Book" w:hAnsi="Futura Std Book" w:cs="Arial"/>
          <w:sz w:val="20"/>
          <w:lang w:val="fr-FR"/>
        </w:rPr>
        <w:lastRenderedPageBreak/>
        <w:t>À propos de Georg Schlegel GmbH &amp; Co. KG</w:t>
      </w:r>
    </w:p>
    <w:p w:rsidR="0024417C" w:rsidRPr="00630573" w:rsidRDefault="0024417C" w:rsidP="0024417C">
      <w:pPr>
        <w:widowControl w:val="0"/>
        <w:tabs>
          <w:tab w:val="left" w:pos="0"/>
        </w:tabs>
        <w:autoSpaceDE w:val="0"/>
        <w:autoSpaceDN w:val="0"/>
        <w:adjustRightInd w:val="0"/>
        <w:spacing w:line="288" w:lineRule="auto"/>
        <w:rPr>
          <w:rFonts w:ascii="Futura Std Book" w:hAnsi="Futura Std Book" w:cs="Arial"/>
          <w:b w:val="0"/>
          <w:bCs/>
          <w:sz w:val="20"/>
        </w:rPr>
      </w:pPr>
      <w:r w:rsidRPr="00F67857">
        <w:rPr>
          <w:rFonts w:ascii="Futura Std Book" w:hAnsi="Futura Std Book" w:cs="Arial"/>
          <w:b w:val="0"/>
          <w:sz w:val="20"/>
          <w:lang w:val="fr-FR"/>
        </w:rPr>
        <w:t xml:space="preserve">Schlegel est synonyme d'innovation, de qualité et de design. Fondée en 1945, Schlegel est aujourd'hui une entreprise internationale, ayant son siège en Allemagne, des filiales en Autriche et Singapour, et des ventes à plus de 80 pays sur le cinq continents. Nos compétences clés: Le développement et la production des appareils de commande, des voyants lumineux et de blocs de jonction. Le portefeuille de produits comprend aussi des systèmes de bus, boîtiers, interrupteurs fin de course, panneaux de commandes et des modules fonctionnels. Dans le développement de nouveaux produits, Schlegel est à la pointe en matière de design. </w:t>
      </w:r>
      <w:r w:rsidRPr="00F67857">
        <w:rPr>
          <w:rFonts w:ascii="Futura Std Book" w:hAnsi="Futura Std Book" w:cs="Arial"/>
          <w:b w:val="0"/>
          <w:bCs/>
          <w:sz w:val="20"/>
          <w:lang w:val="fr-FR"/>
        </w:rPr>
        <w:t xml:space="preserve">Plus de 90 distinctions nationales et internationales attestent de la compétence exceptionnelle de Schlegel en terme de design. </w:t>
      </w:r>
      <w:r>
        <w:rPr>
          <w:rFonts w:ascii="Futura Std Book" w:hAnsi="Futura Std Book" w:cs="Arial"/>
          <w:b w:val="0"/>
          <w:bCs/>
          <w:sz w:val="20"/>
        </w:rPr>
        <w:t>Nous pouvons citer les distinctions suivantes: iF Design Award, Red Dot Award ou German Design Award.</w:t>
      </w:r>
    </w:p>
    <w:p w:rsidR="0024417C" w:rsidRPr="00630573" w:rsidRDefault="0024417C" w:rsidP="0024417C">
      <w:pPr>
        <w:tabs>
          <w:tab w:val="left" w:pos="0"/>
          <w:tab w:val="left" w:pos="10490"/>
          <w:tab w:val="left" w:pos="10773"/>
          <w:tab w:val="left" w:pos="10915"/>
        </w:tabs>
        <w:spacing w:line="288" w:lineRule="auto"/>
        <w:rPr>
          <w:rFonts w:ascii="Futura Std Book" w:hAnsi="Futura Std Book" w:cs="Arial"/>
          <w:sz w:val="20"/>
        </w:rPr>
      </w:pPr>
    </w:p>
    <w:p w:rsidR="0024417C" w:rsidRPr="00630573" w:rsidRDefault="0024417C" w:rsidP="0024417C">
      <w:pPr>
        <w:pStyle w:val="Textkrper"/>
        <w:tabs>
          <w:tab w:val="left" w:pos="0"/>
        </w:tabs>
        <w:spacing w:line="288" w:lineRule="auto"/>
        <w:rPr>
          <w:rFonts w:cs="Arial"/>
          <w:b/>
          <w:color w:val="auto"/>
          <w:sz w:val="20"/>
        </w:rPr>
      </w:pPr>
    </w:p>
    <w:p w:rsidR="002E7BF0" w:rsidRPr="00630573" w:rsidRDefault="002E7BF0" w:rsidP="0024417C">
      <w:pPr>
        <w:rPr>
          <w:rFonts w:ascii="Futura Std Book" w:hAnsi="Futura Std Book"/>
        </w:rPr>
      </w:pPr>
    </w:p>
    <w:sectPr w:rsidR="002E7BF0" w:rsidRPr="00630573" w:rsidSect="001B11BB">
      <w:headerReference w:type="default" r:id="rId9"/>
      <w:footerReference w:type="default" r:id="rId10"/>
      <w:pgSz w:w="11906" w:h="16838" w:code="9"/>
      <w:pgMar w:top="1985" w:right="1416" w:bottom="1660"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0D0F" w:rsidRDefault="00FE0D0F">
      <w:r>
        <w:separator/>
      </w:r>
    </w:p>
  </w:endnote>
  <w:endnote w:type="continuationSeparator" w:id="0">
    <w:p w:rsidR="00FE0D0F" w:rsidRDefault="00FE0D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Futura">
    <w:altName w:val="Arial"/>
    <w:charset w:val="00"/>
    <w:family w:val="swiss"/>
    <w:pitch w:val="variable"/>
    <w:sig w:usb0="00000000" w:usb1="00000000" w:usb2="00000000" w:usb3="00000000" w:csb0="000001FB" w:csb1="00000000"/>
  </w:font>
  <w:font w:name="Futura Std Book">
    <w:panose1 w:val="020B0502020204020303"/>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CD5" w:rsidRPr="00A36780" w:rsidRDefault="009F02AC">
    <w:pPr>
      <w:pStyle w:val="Fuzeile"/>
      <w:tabs>
        <w:tab w:val="left" w:pos="5387"/>
      </w:tabs>
      <w:ind w:right="849"/>
      <w:jc w:val="right"/>
      <w:rPr>
        <w:rFonts w:ascii="Futura Std Book" w:hAnsi="Futura Std Book"/>
        <w:sz w:val="16"/>
        <w:szCs w:val="16"/>
        <w:lang w:val="fr-FR"/>
      </w:rPr>
    </w:pPr>
    <w:r w:rsidRPr="00A36780">
      <w:rPr>
        <w:rFonts w:ascii="Futura Std Book" w:hAnsi="Futura Std Book"/>
        <w:sz w:val="16"/>
        <w:szCs w:val="16"/>
      </w:rPr>
      <w:fldChar w:fldCharType="begin"/>
    </w:r>
    <w:r w:rsidRPr="00A36780">
      <w:rPr>
        <w:rFonts w:ascii="Futura Std Book" w:hAnsi="Futura Std Book"/>
        <w:noProof/>
        <w:sz w:val="16"/>
        <w:szCs w:val="16"/>
        <w:lang w:val="fr-FR"/>
      </w:rPr>
      <w:instrText xml:space="preserve"> FILENAME \* LOWER \* MERGEFORMAT </w:instrText>
    </w:r>
    <w:r w:rsidRPr="00A36780">
      <w:rPr>
        <w:rFonts w:ascii="Futura Std Book" w:hAnsi="Futura Std Book"/>
        <w:sz w:val="16"/>
        <w:szCs w:val="16"/>
      </w:rPr>
      <w:fldChar w:fldCharType="separate"/>
    </w:r>
    <w:r w:rsidRPr="00A36780">
      <w:rPr>
        <w:rFonts w:ascii="Futura Std Book" w:hAnsi="Futura Std Book"/>
        <w:noProof/>
        <w:sz w:val="16"/>
        <w:szCs w:val="16"/>
        <w:lang w:val="fr-FR"/>
      </w:rPr>
      <w:t>rondex-juwel_red.docx</w:t>
    </w:r>
    <w:r w:rsidRPr="00A36780">
      <w:rPr>
        <w:rFonts w:ascii="Futura Std Book" w:hAnsi="Futura Std Book"/>
        <w:sz w:val="16"/>
        <w:szCs w:val="16"/>
      </w:rPr>
      <w:fldChar w:fldCharType="end"/>
    </w:r>
    <w:r w:rsidRPr="00A36780">
      <w:rPr>
        <w:rFonts w:ascii="Futura Std Book" w:hAnsi="Futura Std Book"/>
        <w:sz w:val="16"/>
        <w:szCs w:val="16"/>
        <w:lang w:val="fr-FR"/>
      </w:rPr>
      <w:t xml:space="preserve">        page </w:t>
    </w:r>
    <w:r w:rsidRPr="00A36780">
      <w:rPr>
        <w:rFonts w:ascii="Futura Std Book" w:hAnsi="Futura Std Book"/>
        <w:sz w:val="16"/>
        <w:szCs w:val="16"/>
      </w:rPr>
      <w:fldChar w:fldCharType="begin"/>
    </w:r>
    <w:r w:rsidRPr="00A36780">
      <w:rPr>
        <w:rFonts w:ascii="Futura Std Book" w:hAnsi="Futura Std Book"/>
        <w:noProof/>
        <w:sz w:val="16"/>
        <w:szCs w:val="16"/>
        <w:lang w:val="fr-FR"/>
      </w:rPr>
      <w:instrText xml:space="preserve"> PAGE </w:instrText>
    </w:r>
    <w:r w:rsidRPr="00A36780">
      <w:rPr>
        <w:rFonts w:ascii="Futura Std Book" w:hAnsi="Futura Std Book"/>
        <w:sz w:val="16"/>
        <w:szCs w:val="16"/>
      </w:rPr>
      <w:fldChar w:fldCharType="separate"/>
    </w:r>
    <w:r w:rsidR="00A36780">
      <w:rPr>
        <w:rFonts w:ascii="Futura Std Book" w:hAnsi="Futura Std Book"/>
        <w:noProof/>
        <w:sz w:val="16"/>
        <w:szCs w:val="16"/>
        <w:lang w:val="fr-FR"/>
      </w:rPr>
      <w:t>3</w:t>
    </w:r>
    <w:r w:rsidRPr="00A36780">
      <w:rPr>
        <w:rFonts w:ascii="Futura Std Book" w:hAnsi="Futura Std Book"/>
        <w:sz w:val="16"/>
        <w:szCs w:val="16"/>
      </w:rPr>
      <w:fldChar w:fldCharType="end"/>
    </w:r>
    <w:r w:rsidRPr="00A36780">
      <w:rPr>
        <w:rFonts w:ascii="Futura Std Book" w:hAnsi="Futura Std Book"/>
        <w:sz w:val="16"/>
        <w:szCs w:val="16"/>
        <w:lang w:val="fr-FR"/>
      </w:rPr>
      <w:t xml:space="preserve"> de </w:t>
    </w:r>
    <w:r w:rsidRPr="00A36780">
      <w:rPr>
        <w:rFonts w:ascii="Futura Std Book" w:hAnsi="Futura Std Book"/>
        <w:sz w:val="16"/>
        <w:szCs w:val="16"/>
      </w:rPr>
      <w:fldChar w:fldCharType="begin"/>
    </w:r>
    <w:r w:rsidRPr="00A36780">
      <w:rPr>
        <w:rFonts w:ascii="Futura Std Book" w:hAnsi="Futura Std Book"/>
        <w:noProof/>
        <w:sz w:val="16"/>
        <w:szCs w:val="16"/>
        <w:lang w:val="fr-FR"/>
      </w:rPr>
      <w:instrText xml:space="preserve"> NUMPAGES </w:instrText>
    </w:r>
    <w:r w:rsidRPr="00A36780">
      <w:rPr>
        <w:rFonts w:ascii="Futura Std Book" w:hAnsi="Futura Std Book"/>
        <w:sz w:val="16"/>
        <w:szCs w:val="16"/>
      </w:rPr>
      <w:fldChar w:fldCharType="separate"/>
    </w:r>
    <w:r w:rsidR="00A36780">
      <w:rPr>
        <w:rFonts w:ascii="Futura Std Book" w:hAnsi="Futura Std Book"/>
        <w:noProof/>
        <w:sz w:val="16"/>
        <w:szCs w:val="16"/>
        <w:lang w:val="fr-FR"/>
      </w:rPr>
      <w:t>3</w:t>
    </w:r>
    <w:r w:rsidRPr="00A36780">
      <w:rPr>
        <w:rFonts w:ascii="Futura Std Book" w:hAnsi="Futura Std Book"/>
        <w:sz w:val="16"/>
        <w:szCs w:val="16"/>
      </w:rPr>
      <w:fldChar w:fldCharType="end"/>
    </w:r>
  </w:p>
  <w:p w:rsidR="00770CD5" w:rsidRPr="00A36780" w:rsidRDefault="00770CD5">
    <w:pPr>
      <w:pStyle w:val="Fuzeile"/>
      <w:tabs>
        <w:tab w:val="left" w:pos="5387"/>
      </w:tabs>
      <w:ind w:right="849"/>
      <w:jc w:val="center"/>
      <w:rPr>
        <w:rFonts w:ascii="Futura Std Book" w:hAnsi="Futura Std Book"/>
        <w:sz w:val="16"/>
        <w:szCs w:val="16"/>
        <w:lang w:val="fr-FR"/>
      </w:rPr>
    </w:pPr>
  </w:p>
  <w:p w:rsidR="00770CD5" w:rsidRPr="00A36780" w:rsidRDefault="002D4743" w:rsidP="00B0794A">
    <w:pPr>
      <w:pStyle w:val="Fuzeile"/>
      <w:tabs>
        <w:tab w:val="left" w:pos="5387"/>
      </w:tabs>
      <w:ind w:left="-1418"/>
      <w:jc w:val="center"/>
      <w:rPr>
        <w:rFonts w:ascii="Futura Std Book" w:hAnsi="Futura Std Book"/>
        <w:sz w:val="16"/>
        <w:szCs w:val="16"/>
      </w:rPr>
    </w:pPr>
    <w:r w:rsidRPr="00A36780">
      <w:rPr>
        <w:rFonts w:ascii="Futura Std Book" w:hAnsi="Futura Std Book"/>
        <w:noProof/>
        <w:sz w:val="16"/>
        <w:szCs w:val="16"/>
      </w:rPr>
      <w:drawing>
        <wp:inline distT="0" distB="0" distL="0" distR="0">
          <wp:extent cx="7562850" cy="161925"/>
          <wp:effectExtent l="19050" t="0" r="0" b="0"/>
          <wp:docPr id="2" name="Bild 2" descr="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ss"/>
                  <pic:cNvPicPr>
                    <a:picLocks noChangeAspect="1" noChangeArrowheads="1"/>
                  </pic:cNvPicPr>
                </pic:nvPicPr>
                <pic:blipFill>
                  <a:blip r:embed="rId1"/>
                  <a:srcRect/>
                  <a:stretch>
                    <a:fillRect/>
                  </a:stretch>
                </pic:blipFill>
                <pic:spPr bwMode="auto">
                  <a:xfrm>
                    <a:off x="0" y="0"/>
                    <a:ext cx="7562850" cy="161925"/>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0D0F" w:rsidRDefault="00FE0D0F">
      <w:r>
        <w:separator/>
      </w:r>
    </w:p>
  </w:footnote>
  <w:footnote w:type="continuationSeparator" w:id="0">
    <w:p w:rsidR="00FE0D0F" w:rsidRDefault="00FE0D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CD5" w:rsidRDefault="00817BFD" w:rsidP="00B0794A">
    <w:pPr>
      <w:pStyle w:val="Kopfzeile"/>
      <w:ind w:left="-1418"/>
    </w:pPr>
    <w:r>
      <w:rPr>
        <w:noProof/>
      </w:rPr>
      <mc:AlternateContent>
        <mc:Choice Requires="wps">
          <w:drawing>
            <wp:anchor distT="0" distB="0" distL="114300" distR="114300" simplePos="0" relativeHeight="251657728" behindDoc="0" locked="0" layoutInCell="0" allowOverlap="1">
              <wp:simplePos x="0" y="0"/>
              <wp:positionH relativeFrom="column">
                <wp:posOffset>-90170</wp:posOffset>
              </wp:positionH>
              <wp:positionV relativeFrom="paragraph">
                <wp:posOffset>186055</wp:posOffset>
              </wp:positionV>
              <wp:extent cx="5807075" cy="571500"/>
              <wp:effectExtent l="0" t="0" r="0" b="444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707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0CD5" w:rsidRPr="00E118DF" w:rsidRDefault="00B0794A" w:rsidP="00B0794A">
                          <w:pPr>
                            <w:pStyle w:val="berschrift5"/>
                            <w:rPr>
                              <w:rFonts w:ascii="Futura Std Book" w:hAnsi="Futura Std Book"/>
                            </w:rPr>
                          </w:pPr>
                          <w:r>
                            <w:rPr>
                              <w:rFonts w:ascii="Futura Std Book" w:hAnsi="Futura Std Book"/>
                            </w:rPr>
                            <w:t>Communiqué de Presse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7.1pt;margin-top:14.65pt;width:457.2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" o:allowincell="f" filled="f" stroked="f">
              <v:textbox>
                <w:txbxContent>
                  <w:p w:rsidR="00770CD5" w:rsidRPr="00E118DF" w:rsidRDefault="00B0794A" w:rsidP="00B0794A">
                    <w:pPr>
                      <w:pStyle w:val="berschrift5"/>
                      <w:rPr>
                        <w:rFonts w:ascii="Futura Std Book" w:hAnsi="Futura Std Book"/>
                      </w:rPr>
                    </w:pPr>
                    <w:r>
                      <w:rPr>
                        <w:rFonts w:ascii="Futura Std Book" w:hAnsi="Futura Std Book"/>
                      </w:rPr>
                      <w:t xml:space="preserve">Communiqué de Presse</w:t>
                    </w:r>
                  </w:p>
                </w:txbxContent>
              </v:textbox>
            </v:shape>
          </w:pict>
        </mc:Fallback>
      </mc:AlternateContent>
    </w:r>
    <w:r w:rsidR="002D4743">
      <w:rPr>
        <w:noProof/>
      </w:rPr>
      <w:drawing>
        <wp:inline distT="0" distB="0" distL="0" distR="0">
          <wp:extent cx="7562850" cy="895350"/>
          <wp:effectExtent l="19050" t="0" r="0" b="0"/>
          <wp:docPr id="1" name="Bild 1" descr="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opf"/>
                  <pic:cNvPicPr preferRelativeResize="0">
                    <a:picLocks noChangeAspect="1" noChangeArrowheads="1"/>
                  </pic:cNvPicPr>
                </pic:nvPicPr>
                <pic:blipFill>
                  <a:blip r:embed="rId1"/>
                  <a:srcRect/>
                  <a:stretch>
                    <a:fillRect/>
                  </a:stretch>
                </pic:blipFill>
                <pic:spPr bwMode="auto">
                  <a:xfrm>
                    <a:off x="0" y="0"/>
                    <a:ext cx="7562850" cy="89535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02F1D"/>
    <w:multiLevelType w:val="multilevel"/>
    <w:tmpl w:val="EFCE4AB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5CE468EF"/>
    <w:multiLevelType w:val="hybridMultilevel"/>
    <w:tmpl w:val="ED685E72"/>
    <w:lvl w:ilvl="0" w:tplc="346A3E42">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7DA6E22"/>
    <w:multiLevelType w:val="multilevel"/>
    <w:tmpl w:val="5B4E31AA"/>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2"/>
  </w:num>
  <w:num w:numId="3">
    <w:abstractNumId w:val="2"/>
  </w:num>
  <w:num w:numId="4">
    <w:abstractNumId w:val="2"/>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55AA"/>
    <w:rsid w:val="0002138F"/>
    <w:rsid w:val="00025CB4"/>
    <w:rsid w:val="00030A9E"/>
    <w:rsid w:val="00037C31"/>
    <w:rsid w:val="000400DB"/>
    <w:rsid w:val="00045955"/>
    <w:rsid w:val="00066390"/>
    <w:rsid w:val="0007188D"/>
    <w:rsid w:val="00075FA1"/>
    <w:rsid w:val="0007636E"/>
    <w:rsid w:val="00082CD2"/>
    <w:rsid w:val="00083EAB"/>
    <w:rsid w:val="0009399F"/>
    <w:rsid w:val="00094292"/>
    <w:rsid w:val="000A45DE"/>
    <w:rsid w:val="000B4459"/>
    <w:rsid w:val="000C5870"/>
    <w:rsid w:val="000D1C2B"/>
    <w:rsid w:val="000E3C56"/>
    <w:rsid w:val="000F168C"/>
    <w:rsid w:val="0010497A"/>
    <w:rsid w:val="00104F3D"/>
    <w:rsid w:val="00125ABC"/>
    <w:rsid w:val="001279FF"/>
    <w:rsid w:val="00130F2A"/>
    <w:rsid w:val="0013497D"/>
    <w:rsid w:val="00136E88"/>
    <w:rsid w:val="001631A6"/>
    <w:rsid w:val="0016570B"/>
    <w:rsid w:val="001846C7"/>
    <w:rsid w:val="00195F57"/>
    <w:rsid w:val="001974F8"/>
    <w:rsid w:val="001A19A1"/>
    <w:rsid w:val="001B11BB"/>
    <w:rsid w:val="001B3F05"/>
    <w:rsid w:val="001C2EF0"/>
    <w:rsid w:val="001C7EA5"/>
    <w:rsid w:val="001D3361"/>
    <w:rsid w:val="001D5925"/>
    <w:rsid w:val="001D685A"/>
    <w:rsid w:val="001E3C1B"/>
    <w:rsid w:val="001F453A"/>
    <w:rsid w:val="001F5E0E"/>
    <w:rsid w:val="001F640E"/>
    <w:rsid w:val="00204F5E"/>
    <w:rsid w:val="00231AA6"/>
    <w:rsid w:val="0024417C"/>
    <w:rsid w:val="00251C70"/>
    <w:rsid w:val="00264BF4"/>
    <w:rsid w:val="0027003E"/>
    <w:rsid w:val="00291667"/>
    <w:rsid w:val="00296D77"/>
    <w:rsid w:val="002A0A32"/>
    <w:rsid w:val="002A13F3"/>
    <w:rsid w:val="002A6835"/>
    <w:rsid w:val="002C542A"/>
    <w:rsid w:val="002D4743"/>
    <w:rsid w:val="002D7F1B"/>
    <w:rsid w:val="002E7BF0"/>
    <w:rsid w:val="002F3933"/>
    <w:rsid w:val="003414C6"/>
    <w:rsid w:val="0034373B"/>
    <w:rsid w:val="003477BF"/>
    <w:rsid w:val="003605E2"/>
    <w:rsid w:val="003761D3"/>
    <w:rsid w:val="00376813"/>
    <w:rsid w:val="00377734"/>
    <w:rsid w:val="00386800"/>
    <w:rsid w:val="00386B89"/>
    <w:rsid w:val="003A4FD0"/>
    <w:rsid w:val="003D0BCC"/>
    <w:rsid w:val="003D4369"/>
    <w:rsid w:val="003E1FCD"/>
    <w:rsid w:val="003E4E8F"/>
    <w:rsid w:val="003E6079"/>
    <w:rsid w:val="003F15AA"/>
    <w:rsid w:val="00410F10"/>
    <w:rsid w:val="0042030A"/>
    <w:rsid w:val="00425447"/>
    <w:rsid w:val="004358DD"/>
    <w:rsid w:val="004422C8"/>
    <w:rsid w:val="00443C02"/>
    <w:rsid w:val="004776C2"/>
    <w:rsid w:val="00477AC9"/>
    <w:rsid w:val="004863F6"/>
    <w:rsid w:val="00492F28"/>
    <w:rsid w:val="00494921"/>
    <w:rsid w:val="0049637D"/>
    <w:rsid w:val="004A4F8D"/>
    <w:rsid w:val="004D31C5"/>
    <w:rsid w:val="00504894"/>
    <w:rsid w:val="005215D9"/>
    <w:rsid w:val="0052746D"/>
    <w:rsid w:val="005305E8"/>
    <w:rsid w:val="00530A49"/>
    <w:rsid w:val="005402A0"/>
    <w:rsid w:val="00543F0B"/>
    <w:rsid w:val="00545822"/>
    <w:rsid w:val="0055227D"/>
    <w:rsid w:val="0055301D"/>
    <w:rsid w:val="00567837"/>
    <w:rsid w:val="00571B4C"/>
    <w:rsid w:val="00587AD1"/>
    <w:rsid w:val="00590756"/>
    <w:rsid w:val="00595952"/>
    <w:rsid w:val="005A68A2"/>
    <w:rsid w:val="005C6B30"/>
    <w:rsid w:val="005E24B6"/>
    <w:rsid w:val="005F5774"/>
    <w:rsid w:val="0060570F"/>
    <w:rsid w:val="00612E38"/>
    <w:rsid w:val="00615AD1"/>
    <w:rsid w:val="00630573"/>
    <w:rsid w:val="006311B2"/>
    <w:rsid w:val="00641091"/>
    <w:rsid w:val="00646368"/>
    <w:rsid w:val="00647871"/>
    <w:rsid w:val="006564D5"/>
    <w:rsid w:val="00657A4E"/>
    <w:rsid w:val="006806B0"/>
    <w:rsid w:val="006843DC"/>
    <w:rsid w:val="00696406"/>
    <w:rsid w:val="006C0C13"/>
    <w:rsid w:val="006C7E90"/>
    <w:rsid w:val="006D25C7"/>
    <w:rsid w:val="006E0C78"/>
    <w:rsid w:val="006E2467"/>
    <w:rsid w:val="006E2A28"/>
    <w:rsid w:val="006F40BB"/>
    <w:rsid w:val="006F6087"/>
    <w:rsid w:val="00705592"/>
    <w:rsid w:val="0071797C"/>
    <w:rsid w:val="00721C15"/>
    <w:rsid w:val="00727E30"/>
    <w:rsid w:val="00733129"/>
    <w:rsid w:val="007449E1"/>
    <w:rsid w:val="00762778"/>
    <w:rsid w:val="00764932"/>
    <w:rsid w:val="00770CD5"/>
    <w:rsid w:val="007714AE"/>
    <w:rsid w:val="00771509"/>
    <w:rsid w:val="00772649"/>
    <w:rsid w:val="0077363C"/>
    <w:rsid w:val="00786805"/>
    <w:rsid w:val="00794BE7"/>
    <w:rsid w:val="00795BD3"/>
    <w:rsid w:val="00796857"/>
    <w:rsid w:val="007B11C5"/>
    <w:rsid w:val="007B57FA"/>
    <w:rsid w:val="007E172C"/>
    <w:rsid w:val="007E240A"/>
    <w:rsid w:val="007E3EF6"/>
    <w:rsid w:val="007E7F7F"/>
    <w:rsid w:val="007F4B11"/>
    <w:rsid w:val="0080059E"/>
    <w:rsid w:val="00817BFD"/>
    <w:rsid w:val="00822CCD"/>
    <w:rsid w:val="00824070"/>
    <w:rsid w:val="00851735"/>
    <w:rsid w:val="008608CD"/>
    <w:rsid w:val="00867BE9"/>
    <w:rsid w:val="008757EB"/>
    <w:rsid w:val="00886EDF"/>
    <w:rsid w:val="00893FC8"/>
    <w:rsid w:val="008943A9"/>
    <w:rsid w:val="008A3AE1"/>
    <w:rsid w:val="008A7E63"/>
    <w:rsid w:val="008B3356"/>
    <w:rsid w:val="008B5541"/>
    <w:rsid w:val="008C7594"/>
    <w:rsid w:val="008C7724"/>
    <w:rsid w:val="008E41A5"/>
    <w:rsid w:val="008F5B68"/>
    <w:rsid w:val="009056EC"/>
    <w:rsid w:val="00910EE8"/>
    <w:rsid w:val="009129F7"/>
    <w:rsid w:val="00916CFB"/>
    <w:rsid w:val="00917381"/>
    <w:rsid w:val="0092333B"/>
    <w:rsid w:val="00931957"/>
    <w:rsid w:val="00933D62"/>
    <w:rsid w:val="0093522D"/>
    <w:rsid w:val="00960A3F"/>
    <w:rsid w:val="009623AB"/>
    <w:rsid w:val="00973925"/>
    <w:rsid w:val="00991C15"/>
    <w:rsid w:val="009A6E82"/>
    <w:rsid w:val="009C4B32"/>
    <w:rsid w:val="009E2C10"/>
    <w:rsid w:val="009E3C1B"/>
    <w:rsid w:val="009F02AC"/>
    <w:rsid w:val="009F33FA"/>
    <w:rsid w:val="00A05190"/>
    <w:rsid w:val="00A21A43"/>
    <w:rsid w:val="00A23AFC"/>
    <w:rsid w:val="00A30D1A"/>
    <w:rsid w:val="00A332D6"/>
    <w:rsid w:val="00A34E15"/>
    <w:rsid w:val="00A358F0"/>
    <w:rsid w:val="00A36780"/>
    <w:rsid w:val="00A40916"/>
    <w:rsid w:val="00A40B44"/>
    <w:rsid w:val="00A4216E"/>
    <w:rsid w:val="00A46368"/>
    <w:rsid w:val="00A47FEF"/>
    <w:rsid w:val="00A5363E"/>
    <w:rsid w:val="00A556BE"/>
    <w:rsid w:val="00A565E2"/>
    <w:rsid w:val="00A652B0"/>
    <w:rsid w:val="00A73379"/>
    <w:rsid w:val="00A73FF7"/>
    <w:rsid w:val="00A74E0F"/>
    <w:rsid w:val="00A90AE2"/>
    <w:rsid w:val="00AA1C87"/>
    <w:rsid w:val="00AC040F"/>
    <w:rsid w:val="00AC58F3"/>
    <w:rsid w:val="00AD492D"/>
    <w:rsid w:val="00AE61F7"/>
    <w:rsid w:val="00AF1988"/>
    <w:rsid w:val="00B02829"/>
    <w:rsid w:val="00B055AA"/>
    <w:rsid w:val="00B0794A"/>
    <w:rsid w:val="00B152EE"/>
    <w:rsid w:val="00B26D4C"/>
    <w:rsid w:val="00B45C4F"/>
    <w:rsid w:val="00B509DB"/>
    <w:rsid w:val="00B510A4"/>
    <w:rsid w:val="00B56F5E"/>
    <w:rsid w:val="00B601CF"/>
    <w:rsid w:val="00B63D46"/>
    <w:rsid w:val="00B646BC"/>
    <w:rsid w:val="00B667E6"/>
    <w:rsid w:val="00B721D7"/>
    <w:rsid w:val="00B73107"/>
    <w:rsid w:val="00B77689"/>
    <w:rsid w:val="00B93697"/>
    <w:rsid w:val="00BB5DF4"/>
    <w:rsid w:val="00BD154E"/>
    <w:rsid w:val="00BF2CE6"/>
    <w:rsid w:val="00BF2EC5"/>
    <w:rsid w:val="00BF3CA9"/>
    <w:rsid w:val="00BF7DCE"/>
    <w:rsid w:val="00C02A98"/>
    <w:rsid w:val="00C168BF"/>
    <w:rsid w:val="00C17991"/>
    <w:rsid w:val="00C405CC"/>
    <w:rsid w:val="00C43182"/>
    <w:rsid w:val="00C50D5E"/>
    <w:rsid w:val="00C53C73"/>
    <w:rsid w:val="00C566DB"/>
    <w:rsid w:val="00C729F0"/>
    <w:rsid w:val="00C7314D"/>
    <w:rsid w:val="00C7440F"/>
    <w:rsid w:val="00C74CB7"/>
    <w:rsid w:val="00C76888"/>
    <w:rsid w:val="00C808C9"/>
    <w:rsid w:val="00C87F4D"/>
    <w:rsid w:val="00C9205F"/>
    <w:rsid w:val="00CA5AE5"/>
    <w:rsid w:val="00CA67BB"/>
    <w:rsid w:val="00CC300E"/>
    <w:rsid w:val="00CD51FB"/>
    <w:rsid w:val="00D03287"/>
    <w:rsid w:val="00D054B6"/>
    <w:rsid w:val="00D057BE"/>
    <w:rsid w:val="00D23404"/>
    <w:rsid w:val="00D23A6C"/>
    <w:rsid w:val="00D321EC"/>
    <w:rsid w:val="00D5137A"/>
    <w:rsid w:val="00D51BF5"/>
    <w:rsid w:val="00D6296B"/>
    <w:rsid w:val="00D672C5"/>
    <w:rsid w:val="00D73B9A"/>
    <w:rsid w:val="00D936D3"/>
    <w:rsid w:val="00DB4064"/>
    <w:rsid w:val="00DB7C47"/>
    <w:rsid w:val="00DC0665"/>
    <w:rsid w:val="00DC0753"/>
    <w:rsid w:val="00DD3BBE"/>
    <w:rsid w:val="00DF7CE7"/>
    <w:rsid w:val="00E02C8A"/>
    <w:rsid w:val="00E0466A"/>
    <w:rsid w:val="00E1120B"/>
    <w:rsid w:val="00E118DF"/>
    <w:rsid w:val="00E138C0"/>
    <w:rsid w:val="00E14552"/>
    <w:rsid w:val="00E22D4A"/>
    <w:rsid w:val="00E3588B"/>
    <w:rsid w:val="00E36C00"/>
    <w:rsid w:val="00E36D48"/>
    <w:rsid w:val="00E425F1"/>
    <w:rsid w:val="00E44C0D"/>
    <w:rsid w:val="00E47824"/>
    <w:rsid w:val="00E530C4"/>
    <w:rsid w:val="00E55032"/>
    <w:rsid w:val="00E62F9E"/>
    <w:rsid w:val="00E6754A"/>
    <w:rsid w:val="00E84ABD"/>
    <w:rsid w:val="00E87B38"/>
    <w:rsid w:val="00E920BD"/>
    <w:rsid w:val="00EC0FD3"/>
    <w:rsid w:val="00EC318A"/>
    <w:rsid w:val="00ED4CE5"/>
    <w:rsid w:val="00ED66BE"/>
    <w:rsid w:val="00EE12BD"/>
    <w:rsid w:val="00EF73CA"/>
    <w:rsid w:val="00F00350"/>
    <w:rsid w:val="00F01DF5"/>
    <w:rsid w:val="00F24651"/>
    <w:rsid w:val="00F25BBE"/>
    <w:rsid w:val="00F4639B"/>
    <w:rsid w:val="00F52A62"/>
    <w:rsid w:val="00F533F3"/>
    <w:rsid w:val="00F55D32"/>
    <w:rsid w:val="00F56135"/>
    <w:rsid w:val="00F67857"/>
    <w:rsid w:val="00F8025B"/>
    <w:rsid w:val="00F82E19"/>
    <w:rsid w:val="00F84283"/>
    <w:rsid w:val="00F97460"/>
    <w:rsid w:val="00FA2ED0"/>
    <w:rsid w:val="00FA4628"/>
    <w:rsid w:val="00FA4BC6"/>
    <w:rsid w:val="00FA529F"/>
    <w:rsid w:val="00FA5F51"/>
    <w:rsid w:val="00FD111F"/>
    <w:rsid w:val="00FD3E07"/>
    <w:rsid w:val="00FD5639"/>
    <w:rsid w:val="00FE0A8B"/>
    <w:rsid w:val="00FE0D0F"/>
    <w:rsid w:val="00FE5314"/>
    <w:rsid w:val="00FF26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843C04"/>
  <w15:docId w15:val="{FE32358F-B95D-4ABD-810D-D81CF0F7B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714AE"/>
    <w:rPr>
      <w:rFonts w:ascii="Arial" w:hAnsi="Arial"/>
      <w:b/>
      <w:sz w:val="18"/>
    </w:rPr>
  </w:style>
  <w:style w:type="paragraph" w:styleId="berschrift1">
    <w:name w:val="heading 1"/>
    <w:basedOn w:val="Standard"/>
    <w:next w:val="Standard"/>
    <w:qFormat/>
    <w:rsid w:val="007714AE"/>
    <w:pPr>
      <w:keepNext/>
      <w:numPr>
        <w:numId w:val="5"/>
      </w:numPr>
      <w:spacing w:after="60"/>
      <w:outlineLvl w:val="0"/>
    </w:pPr>
    <w:rPr>
      <w:b w:val="0"/>
      <w:snapToGrid w:val="0"/>
      <w:sz w:val="20"/>
    </w:rPr>
  </w:style>
  <w:style w:type="paragraph" w:styleId="berschrift2">
    <w:name w:val="heading 2"/>
    <w:basedOn w:val="Standard"/>
    <w:next w:val="Standard"/>
    <w:qFormat/>
    <w:rsid w:val="007714AE"/>
    <w:pPr>
      <w:keepNext/>
      <w:numPr>
        <w:ilvl w:val="1"/>
        <w:numId w:val="5"/>
      </w:numPr>
      <w:outlineLvl w:val="1"/>
    </w:pPr>
    <w:rPr>
      <w:sz w:val="20"/>
    </w:rPr>
  </w:style>
  <w:style w:type="paragraph" w:styleId="berschrift3">
    <w:name w:val="heading 3"/>
    <w:basedOn w:val="Standard"/>
    <w:next w:val="Standard"/>
    <w:qFormat/>
    <w:rsid w:val="007714AE"/>
    <w:pPr>
      <w:keepNext/>
      <w:numPr>
        <w:ilvl w:val="2"/>
        <w:numId w:val="5"/>
      </w:numPr>
      <w:spacing w:before="240" w:after="60"/>
      <w:outlineLvl w:val="2"/>
    </w:pPr>
    <w:rPr>
      <w:sz w:val="20"/>
    </w:rPr>
  </w:style>
  <w:style w:type="paragraph" w:styleId="berschrift4">
    <w:name w:val="heading 4"/>
    <w:basedOn w:val="Standard"/>
    <w:next w:val="Standard"/>
    <w:qFormat/>
    <w:rsid w:val="007714AE"/>
    <w:pPr>
      <w:keepNext/>
      <w:numPr>
        <w:ilvl w:val="3"/>
        <w:numId w:val="5"/>
      </w:numPr>
      <w:spacing w:after="60"/>
      <w:outlineLvl w:val="3"/>
    </w:pPr>
    <w:rPr>
      <w:sz w:val="20"/>
    </w:rPr>
  </w:style>
  <w:style w:type="paragraph" w:styleId="berschrift5">
    <w:name w:val="heading 5"/>
    <w:basedOn w:val="Standard"/>
    <w:next w:val="Standard"/>
    <w:qFormat/>
    <w:rsid w:val="007714AE"/>
    <w:pPr>
      <w:keepNext/>
      <w:outlineLvl w:val="4"/>
    </w:pPr>
    <w:rPr>
      <w:rFonts w:ascii="Futura" w:hAnsi="Futura"/>
      <w:b w:val="0"/>
      <w:sz w:val="56"/>
    </w:rPr>
  </w:style>
  <w:style w:type="paragraph" w:styleId="berschrift6">
    <w:name w:val="heading 6"/>
    <w:basedOn w:val="Standard"/>
    <w:next w:val="Standard"/>
    <w:qFormat/>
    <w:rsid w:val="007714AE"/>
    <w:pPr>
      <w:keepNext/>
      <w:ind w:right="907"/>
      <w:outlineLvl w:val="5"/>
    </w:pPr>
    <w:rPr>
      <w:rFonts w:ascii="Futura" w:hAnsi="Futura"/>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7714AE"/>
    <w:pPr>
      <w:tabs>
        <w:tab w:val="center" w:pos="4536"/>
        <w:tab w:val="right" w:pos="9072"/>
      </w:tabs>
    </w:pPr>
    <w:rPr>
      <w:rFonts w:ascii="Times New Roman" w:hAnsi="Times New Roman"/>
      <w:b w:val="0"/>
      <w:sz w:val="24"/>
    </w:rPr>
  </w:style>
  <w:style w:type="paragraph" w:styleId="Fuzeile">
    <w:name w:val="footer"/>
    <w:basedOn w:val="Standard"/>
    <w:rsid w:val="007714AE"/>
    <w:pPr>
      <w:tabs>
        <w:tab w:val="center" w:pos="4536"/>
        <w:tab w:val="right" w:pos="9072"/>
      </w:tabs>
    </w:pPr>
    <w:rPr>
      <w:rFonts w:ascii="Times New Roman" w:hAnsi="Times New Roman"/>
      <w:b w:val="0"/>
      <w:sz w:val="24"/>
    </w:rPr>
  </w:style>
  <w:style w:type="paragraph" w:styleId="Textkrper">
    <w:name w:val="Body Text"/>
    <w:basedOn w:val="Standard"/>
    <w:link w:val="TextkrperZchn"/>
    <w:rsid w:val="002E7BF0"/>
    <w:rPr>
      <w:rFonts w:ascii="Futura Std Book" w:hAnsi="Futura Std Book"/>
      <w:b w:val="0"/>
      <w:color w:val="FF0000"/>
      <w:sz w:val="24"/>
    </w:rPr>
  </w:style>
  <w:style w:type="character" w:customStyle="1" w:styleId="TextkrperZchn">
    <w:name w:val="Textkörper Zchn"/>
    <w:basedOn w:val="Absatz-Standardschriftart"/>
    <w:link w:val="Textkrper"/>
    <w:rsid w:val="002E7BF0"/>
    <w:rPr>
      <w:rFonts w:ascii="Futura Std Book" w:hAnsi="Futura Std Book"/>
      <w:color w:val="FF0000"/>
      <w:sz w:val="24"/>
    </w:rPr>
  </w:style>
  <w:style w:type="paragraph" w:styleId="Listenabsatz">
    <w:name w:val="List Paragraph"/>
    <w:basedOn w:val="Standard"/>
    <w:uiPriority w:val="34"/>
    <w:qFormat/>
    <w:rsid w:val="0016570B"/>
    <w:pPr>
      <w:spacing w:after="200" w:line="276" w:lineRule="auto"/>
      <w:ind w:left="720"/>
      <w:contextualSpacing/>
    </w:pPr>
    <w:rPr>
      <w:rFonts w:ascii="Calibri" w:eastAsia="Calibri" w:hAnsi="Calibri"/>
      <w:b w:val="0"/>
      <w:sz w:val="22"/>
      <w:szCs w:val="22"/>
    </w:rPr>
  </w:style>
  <w:style w:type="character" w:styleId="Hyperlink">
    <w:name w:val="Hyperlink"/>
    <w:basedOn w:val="Absatz-Standardschriftart"/>
    <w:uiPriority w:val="99"/>
    <w:unhideWhenUsed/>
    <w:rsid w:val="00B0794A"/>
    <w:rPr>
      <w:color w:val="0000FF"/>
      <w:u w:val="single"/>
    </w:rPr>
  </w:style>
  <w:style w:type="character" w:styleId="Kommentarzeichen">
    <w:name w:val="annotation reference"/>
    <w:unhideWhenUsed/>
    <w:rsid w:val="002D4743"/>
    <w:rPr>
      <w:sz w:val="18"/>
      <w:szCs w:val="18"/>
    </w:rPr>
  </w:style>
  <w:style w:type="paragraph" w:styleId="Kommentartext">
    <w:name w:val="annotation text"/>
    <w:basedOn w:val="Standard"/>
    <w:link w:val="KommentartextZchn"/>
    <w:unhideWhenUsed/>
    <w:rsid w:val="002D4743"/>
    <w:rPr>
      <w:sz w:val="24"/>
      <w:szCs w:val="24"/>
    </w:rPr>
  </w:style>
  <w:style w:type="character" w:customStyle="1" w:styleId="KommentartextZchn">
    <w:name w:val="Kommentartext Zchn"/>
    <w:basedOn w:val="Absatz-Standardschriftart"/>
    <w:link w:val="Kommentartext"/>
    <w:rsid w:val="002D4743"/>
    <w:rPr>
      <w:rFonts w:ascii="Arial" w:hAnsi="Arial"/>
      <w:b/>
      <w:sz w:val="24"/>
      <w:szCs w:val="24"/>
    </w:rPr>
  </w:style>
  <w:style w:type="paragraph" w:styleId="Sprechblasentext">
    <w:name w:val="Balloon Text"/>
    <w:basedOn w:val="Standard"/>
    <w:link w:val="SprechblasentextZchn"/>
    <w:rsid w:val="002D4743"/>
    <w:rPr>
      <w:rFonts w:ascii="Tahoma" w:hAnsi="Tahoma" w:cs="Tahoma"/>
      <w:sz w:val="16"/>
      <w:szCs w:val="16"/>
    </w:rPr>
  </w:style>
  <w:style w:type="character" w:customStyle="1" w:styleId="SprechblasentextZchn">
    <w:name w:val="Sprechblasentext Zchn"/>
    <w:basedOn w:val="Absatz-Standardschriftart"/>
    <w:link w:val="Sprechblasentext"/>
    <w:rsid w:val="002D4743"/>
    <w:rPr>
      <w:rFonts w:ascii="Tahoma" w:hAnsi="Tahoma" w:cs="Tahoma"/>
      <w:b/>
      <w:sz w:val="16"/>
      <w:szCs w:val="16"/>
    </w:rPr>
  </w:style>
  <w:style w:type="table" w:styleId="Tabellenraster">
    <w:name w:val="Table Grid"/>
    <w:basedOn w:val="NormaleTabelle"/>
    <w:rsid w:val="002441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hema">
    <w:name w:val="annotation subject"/>
    <w:basedOn w:val="Kommentartext"/>
    <w:next w:val="Kommentartext"/>
    <w:link w:val="KommentarthemaZchn"/>
    <w:semiHidden/>
    <w:unhideWhenUsed/>
    <w:rsid w:val="001E3C1B"/>
    <w:rPr>
      <w:bCs/>
      <w:sz w:val="20"/>
      <w:szCs w:val="20"/>
    </w:rPr>
  </w:style>
  <w:style w:type="character" w:customStyle="1" w:styleId="KommentarthemaZchn">
    <w:name w:val="Kommentarthema Zchn"/>
    <w:basedOn w:val="KommentartextZchn"/>
    <w:link w:val="Kommentarthema"/>
    <w:semiHidden/>
    <w:rsid w:val="001E3C1B"/>
    <w:rPr>
      <w:rFonts w:ascii="Arial" w:hAnsi="Arial"/>
      <w:b/>
      <w:bCs/>
      <w:sz w:val="24"/>
      <w:szCs w:val="24"/>
    </w:rPr>
  </w:style>
  <w:style w:type="character" w:customStyle="1" w:styleId="apple-converted-space">
    <w:name w:val="apple-converted-space"/>
    <w:basedOn w:val="Absatz-Standardschriftart"/>
    <w:rsid w:val="00BD15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27196">
      <w:bodyDiv w:val="1"/>
      <w:marLeft w:val="0"/>
      <w:marRight w:val="0"/>
      <w:marTop w:val="0"/>
      <w:marBottom w:val="0"/>
      <w:divBdr>
        <w:top w:val="none" w:sz="0" w:space="0" w:color="auto"/>
        <w:left w:val="none" w:sz="0" w:space="0" w:color="auto"/>
        <w:bottom w:val="none" w:sz="0" w:space="0" w:color="auto"/>
        <w:right w:val="none" w:sz="0" w:space="0" w:color="auto"/>
      </w:divBdr>
    </w:div>
    <w:div w:id="326448767">
      <w:bodyDiv w:val="1"/>
      <w:marLeft w:val="0"/>
      <w:marRight w:val="0"/>
      <w:marTop w:val="0"/>
      <w:marBottom w:val="0"/>
      <w:divBdr>
        <w:top w:val="none" w:sz="0" w:space="0" w:color="auto"/>
        <w:left w:val="none" w:sz="0" w:space="0" w:color="auto"/>
        <w:bottom w:val="none" w:sz="0" w:space="0" w:color="auto"/>
        <w:right w:val="none" w:sz="0" w:space="0" w:color="auto"/>
      </w:divBdr>
    </w:div>
    <w:div w:id="379138965">
      <w:bodyDiv w:val="1"/>
      <w:marLeft w:val="0"/>
      <w:marRight w:val="0"/>
      <w:marTop w:val="0"/>
      <w:marBottom w:val="0"/>
      <w:divBdr>
        <w:top w:val="none" w:sz="0" w:space="0" w:color="auto"/>
        <w:left w:val="none" w:sz="0" w:space="0" w:color="auto"/>
        <w:bottom w:val="none" w:sz="0" w:space="0" w:color="auto"/>
        <w:right w:val="none" w:sz="0" w:space="0" w:color="auto"/>
      </w:divBdr>
      <w:divsChild>
        <w:div w:id="2130393966">
          <w:marLeft w:val="547"/>
          <w:marRight w:val="0"/>
          <w:marTop w:val="154"/>
          <w:marBottom w:val="0"/>
          <w:divBdr>
            <w:top w:val="none" w:sz="0" w:space="0" w:color="auto"/>
            <w:left w:val="none" w:sz="0" w:space="0" w:color="auto"/>
            <w:bottom w:val="none" w:sz="0" w:space="0" w:color="auto"/>
            <w:right w:val="none" w:sz="0" w:space="0" w:color="auto"/>
          </w:divBdr>
        </w:div>
        <w:div w:id="1503010375">
          <w:marLeft w:val="547"/>
          <w:marRight w:val="0"/>
          <w:marTop w:val="154"/>
          <w:marBottom w:val="0"/>
          <w:divBdr>
            <w:top w:val="none" w:sz="0" w:space="0" w:color="auto"/>
            <w:left w:val="none" w:sz="0" w:space="0" w:color="auto"/>
            <w:bottom w:val="none" w:sz="0" w:space="0" w:color="auto"/>
            <w:right w:val="none" w:sz="0" w:space="0" w:color="auto"/>
          </w:divBdr>
        </w:div>
      </w:divsChild>
    </w:div>
    <w:div w:id="500896345">
      <w:bodyDiv w:val="1"/>
      <w:marLeft w:val="0"/>
      <w:marRight w:val="0"/>
      <w:marTop w:val="0"/>
      <w:marBottom w:val="0"/>
      <w:divBdr>
        <w:top w:val="none" w:sz="0" w:space="0" w:color="auto"/>
        <w:left w:val="none" w:sz="0" w:space="0" w:color="auto"/>
        <w:bottom w:val="none" w:sz="0" w:space="0" w:color="auto"/>
        <w:right w:val="none" w:sz="0" w:space="0" w:color="auto"/>
      </w:divBdr>
    </w:div>
    <w:div w:id="514728668">
      <w:bodyDiv w:val="1"/>
      <w:marLeft w:val="0"/>
      <w:marRight w:val="0"/>
      <w:marTop w:val="0"/>
      <w:marBottom w:val="0"/>
      <w:divBdr>
        <w:top w:val="none" w:sz="0" w:space="0" w:color="auto"/>
        <w:left w:val="none" w:sz="0" w:space="0" w:color="auto"/>
        <w:bottom w:val="none" w:sz="0" w:space="0" w:color="auto"/>
        <w:right w:val="none" w:sz="0" w:space="0" w:color="auto"/>
      </w:divBdr>
    </w:div>
    <w:div w:id="741682159">
      <w:bodyDiv w:val="1"/>
      <w:marLeft w:val="0"/>
      <w:marRight w:val="0"/>
      <w:marTop w:val="0"/>
      <w:marBottom w:val="0"/>
      <w:divBdr>
        <w:top w:val="none" w:sz="0" w:space="0" w:color="auto"/>
        <w:left w:val="none" w:sz="0" w:space="0" w:color="auto"/>
        <w:bottom w:val="none" w:sz="0" w:space="0" w:color="auto"/>
        <w:right w:val="none" w:sz="0" w:space="0" w:color="auto"/>
      </w:divBdr>
    </w:div>
    <w:div w:id="1367291162">
      <w:bodyDiv w:val="1"/>
      <w:marLeft w:val="0"/>
      <w:marRight w:val="0"/>
      <w:marTop w:val="0"/>
      <w:marBottom w:val="0"/>
      <w:divBdr>
        <w:top w:val="none" w:sz="0" w:space="0" w:color="auto"/>
        <w:left w:val="none" w:sz="0" w:space="0" w:color="auto"/>
        <w:bottom w:val="none" w:sz="0" w:space="0" w:color="auto"/>
        <w:right w:val="none" w:sz="0" w:space="0" w:color="auto"/>
      </w:divBdr>
    </w:div>
    <w:div w:id="1640455508">
      <w:bodyDiv w:val="1"/>
      <w:marLeft w:val="0"/>
      <w:marRight w:val="0"/>
      <w:marTop w:val="0"/>
      <w:marBottom w:val="0"/>
      <w:divBdr>
        <w:top w:val="none" w:sz="0" w:space="0" w:color="auto"/>
        <w:left w:val="none" w:sz="0" w:space="0" w:color="auto"/>
        <w:bottom w:val="none" w:sz="0" w:space="0" w:color="auto"/>
        <w:right w:val="none" w:sz="0" w:space="0" w:color="auto"/>
      </w:divBdr>
      <w:divsChild>
        <w:div w:id="1798526123">
          <w:marLeft w:val="547"/>
          <w:marRight w:val="0"/>
          <w:marTop w:val="154"/>
          <w:marBottom w:val="0"/>
          <w:divBdr>
            <w:top w:val="none" w:sz="0" w:space="0" w:color="auto"/>
            <w:left w:val="none" w:sz="0" w:space="0" w:color="auto"/>
            <w:bottom w:val="none" w:sz="0" w:space="0" w:color="auto"/>
            <w:right w:val="none" w:sz="0" w:space="0" w:color="auto"/>
          </w:divBdr>
        </w:div>
        <w:div w:id="520514964">
          <w:marLeft w:val="547"/>
          <w:marRight w:val="0"/>
          <w:marTop w:val="154"/>
          <w:marBottom w:val="0"/>
          <w:divBdr>
            <w:top w:val="none" w:sz="0" w:space="0" w:color="auto"/>
            <w:left w:val="none" w:sz="0" w:space="0" w:color="auto"/>
            <w:bottom w:val="none" w:sz="0" w:space="0" w:color="auto"/>
            <w:right w:val="none" w:sz="0" w:space="0" w:color="auto"/>
          </w:divBdr>
        </w:div>
      </w:divsChild>
    </w:div>
    <w:div w:id="2113864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CD8A01-A97B-4C91-B740-F950C6B6F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83B396A3.dotm</Template>
  <TotalTime>0</TotalTime>
  <Pages>1</Pages>
  <Words>606</Words>
  <Characters>3819</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Datum: 21</vt:lpstr>
    </vt:vector>
  </TitlesOfParts>
  <Company>Georg Schlegel GmbH</Company>
  <LinksUpToDate>false</LinksUpToDate>
  <CharactersWithSpaces>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 21</dc:title>
  <dc:creator>rkuchelmeister</dc:creator>
  <cp:lastModifiedBy>Bernd Geisinger, WER</cp:lastModifiedBy>
  <cp:revision>6</cp:revision>
  <cp:lastPrinted>2017-12-20T09:38:00Z</cp:lastPrinted>
  <dcterms:created xsi:type="dcterms:W3CDTF">2018-06-11T11:40:00Z</dcterms:created>
  <dcterms:modified xsi:type="dcterms:W3CDTF">2018-06-19T07:32:00Z</dcterms:modified>
</cp:coreProperties>
</file>